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BA1E5" w14:textId="77777777" w:rsidR="0097557C" w:rsidRDefault="003D7701">
      <w:pPr>
        <w:pStyle w:val="DateandRecipient"/>
      </w:pPr>
      <w:r>
        <w:t xml:space="preserve">Date: </w:t>
      </w:r>
      <w:r w:rsidR="00870917">
        <w:t>5/18/16</w:t>
      </w:r>
    </w:p>
    <w:p w14:paraId="0CDE9EAB" w14:textId="77777777" w:rsidR="0097557C" w:rsidRDefault="00870917">
      <w:pPr>
        <w:pStyle w:val="DateandRecipient"/>
      </w:pPr>
      <w:r>
        <w:t>Dr. Kenneth Colburn</w:t>
      </w:r>
      <w:r w:rsidR="003D7701">
        <w:br/>
      </w:r>
      <w:r>
        <w:t>Inaugural Editor</w:t>
      </w:r>
    </w:p>
    <w:p w14:paraId="5379BCBE" w14:textId="77777777" w:rsidR="0097557C" w:rsidRDefault="00870917">
      <w:pPr>
        <w:pStyle w:val="Address"/>
      </w:pPr>
      <w:r>
        <w:t>Butler Journal of Undergraduate Research</w:t>
      </w:r>
      <w:r w:rsidR="003D7701">
        <w:br/>
      </w:r>
    </w:p>
    <w:p w14:paraId="004AAED4" w14:textId="77777777" w:rsidR="0097557C" w:rsidRDefault="003D7701">
      <w:pPr>
        <w:pStyle w:val="DateandRecipient"/>
      </w:pPr>
      <w:r>
        <w:t xml:space="preserve">Dear </w:t>
      </w:r>
      <w:r w:rsidR="00870917">
        <w:t>Dr. Colburn</w:t>
      </w:r>
      <w:r>
        <w:t>:</w:t>
      </w:r>
    </w:p>
    <w:p w14:paraId="4C219A69" w14:textId="77777777" w:rsidR="00870917" w:rsidRDefault="00870917">
      <w:pPr>
        <w:pStyle w:val="DateandRecipient"/>
      </w:pPr>
    </w:p>
    <w:sdt>
      <w:sdtPr>
        <w:id w:val="23717196"/>
        <w:placeholder>
          <w:docPart w:val="150DCFD027AF7A46B520F010221D8614"/>
        </w:placeholder>
      </w:sdtPr>
      <w:sdtEndPr/>
      <w:sdtContent>
        <w:p w14:paraId="402D8C1B" w14:textId="77777777" w:rsidR="00870917" w:rsidRDefault="00870917" w:rsidP="00870917">
          <w:pPr>
            <w:spacing w:line="480" w:lineRule="auto"/>
            <w:rPr>
              <w:rFonts w:ascii="Times" w:hAnsi="Times"/>
            </w:rPr>
          </w:pPr>
          <w:r>
            <w:rPr>
              <w:rFonts w:ascii="Times" w:hAnsi="Times"/>
            </w:rPr>
            <w:tab/>
            <w:t xml:space="preserve">I affirm that I am submitting this paper with the intention to submit for possible publication. This paper is my own, original work and is not under review elsewhere. </w:t>
          </w:r>
        </w:p>
        <w:p w14:paraId="2E64C77E" w14:textId="77777777" w:rsidR="0097557C" w:rsidRDefault="00BA395C" w:rsidP="00870917">
          <w:pPr>
            <w:pStyle w:val="BodyText"/>
          </w:pPr>
        </w:p>
      </w:sdtContent>
    </w:sdt>
    <w:p w14:paraId="6B4604E3" w14:textId="77777777" w:rsidR="00870917" w:rsidRDefault="003D7701" w:rsidP="00870917">
      <w:pPr>
        <w:pStyle w:val="BodyText"/>
      </w:pPr>
      <w:r>
        <w:t>Sincerely,</w:t>
      </w:r>
    </w:p>
    <w:p w14:paraId="783669AE" w14:textId="77777777" w:rsidR="00870917" w:rsidRDefault="00870917" w:rsidP="00870917">
      <w:pPr>
        <w:pStyle w:val="BodyText"/>
      </w:pPr>
      <w:r>
        <w:t>Jessica Tassava</w:t>
      </w:r>
    </w:p>
    <w:p w14:paraId="5A8123BB" w14:textId="77777777" w:rsidR="0097557C" w:rsidRDefault="0097557C">
      <w:pPr>
        <w:spacing w:line="240" w:lineRule="auto"/>
      </w:pPr>
      <w:bookmarkStart w:id="0" w:name="_GoBack"/>
      <w:bookmarkEnd w:id="0"/>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7BC54" w14:textId="77777777" w:rsidR="00870917" w:rsidRDefault="00870917">
      <w:pPr>
        <w:spacing w:line="240" w:lineRule="auto"/>
      </w:pPr>
      <w:r>
        <w:separator/>
      </w:r>
    </w:p>
  </w:endnote>
  <w:endnote w:type="continuationSeparator" w:id="0">
    <w:p w14:paraId="6420D57A" w14:textId="77777777" w:rsidR="00870917" w:rsidRDefault="00870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Ｐ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31A12" w14:textId="77777777" w:rsidR="0097557C" w:rsidRDefault="004F77FB">
    <w:pPr>
      <w:pStyle w:val="Footer"/>
    </w:pPr>
    <w:r>
      <w:fldChar w:fldCharType="begin"/>
    </w:r>
    <w:r>
      <w:instrText xml:space="preserve"> Page </w:instrText>
    </w:r>
    <w:r>
      <w:fldChar w:fldCharType="separate"/>
    </w:r>
    <w:r w:rsidR="00EE488D">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4AFF3" w14:textId="77777777" w:rsidR="00870917" w:rsidRDefault="00870917">
      <w:pPr>
        <w:spacing w:line="240" w:lineRule="auto"/>
      </w:pPr>
      <w:r>
        <w:separator/>
      </w:r>
    </w:p>
  </w:footnote>
  <w:footnote w:type="continuationSeparator" w:id="0">
    <w:p w14:paraId="66241798" w14:textId="77777777" w:rsidR="00870917" w:rsidRDefault="0087091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14:paraId="15D7E61D" w14:textId="77777777">
      <w:tc>
        <w:tcPr>
          <w:tcW w:w="8298" w:type="dxa"/>
          <w:vAlign w:val="center"/>
        </w:tcPr>
        <w:p w14:paraId="5E284304" w14:textId="77777777" w:rsidR="0097557C" w:rsidRDefault="0097557C">
          <w:pPr>
            <w:pStyle w:val="Title"/>
          </w:pPr>
        </w:p>
      </w:tc>
      <w:tc>
        <w:tcPr>
          <w:tcW w:w="2718" w:type="dxa"/>
          <w:vAlign w:val="center"/>
        </w:tcPr>
        <w:p w14:paraId="499FE318" w14:textId="77777777" w:rsidR="0097557C" w:rsidRDefault="003D7701">
          <w:pPr>
            <w:pStyle w:val="Boxes"/>
          </w:pPr>
          <w:r>
            <w:rPr>
              <w:noProof/>
            </w:rPr>
            <w:drawing>
              <wp:inline distT="0" distB="0" distL="0" distR="0" wp14:anchorId="4D536F2F" wp14:editId="14DD4BFF">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8B93B06" wp14:editId="451A104C">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13F01984" wp14:editId="7D0F91A0">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59529B90" wp14:editId="5126C7A4">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57C5C0BC" wp14:editId="587FC430">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16A3AA93" w14:textId="77777777" w:rsidR="0097557C" w:rsidRDefault="009755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14:paraId="776864AC" w14:textId="77777777">
      <w:tc>
        <w:tcPr>
          <w:tcW w:w="8298" w:type="dxa"/>
          <w:vAlign w:val="center"/>
        </w:tcPr>
        <w:p w14:paraId="31962CB2" w14:textId="77777777" w:rsidR="0097557C" w:rsidRDefault="00870917">
          <w:pPr>
            <w:pStyle w:val="Title"/>
          </w:pPr>
          <w:r>
            <w:t>Jessica Tassava</w:t>
          </w:r>
        </w:p>
      </w:tc>
      <w:tc>
        <w:tcPr>
          <w:tcW w:w="2718" w:type="dxa"/>
          <w:vAlign w:val="center"/>
        </w:tcPr>
        <w:p w14:paraId="693D801A" w14:textId="77777777" w:rsidR="0097557C" w:rsidRDefault="003D7701">
          <w:pPr>
            <w:pStyle w:val="Boxes"/>
          </w:pPr>
          <w:r>
            <w:rPr>
              <w:noProof/>
            </w:rPr>
            <w:drawing>
              <wp:inline distT="0" distB="0" distL="0" distR="0" wp14:anchorId="389641C0" wp14:editId="77653432">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0904D04" wp14:editId="3AE746D4">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55950B95" wp14:editId="51EA2CE4">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1FC917E6" wp14:editId="00A689B5">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0FFD8C3F" wp14:editId="0CF9F5CD">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14:paraId="7AEB04A8" w14:textId="093778C3" w:rsidR="0097557C" w:rsidRDefault="00BA395C">
    <w:pPr>
      <w:pStyle w:val="ContactDetails"/>
    </w:pPr>
    <w:r>
      <w:t>4109-303</w:t>
    </w:r>
    <w:r w:rsidR="00870917">
      <w:t xml:space="preserve"> Lake Lynn Dr.</w:t>
    </w:r>
    <w:r w:rsidR="003D7701">
      <w:sym w:font="Wingdings 2" w:char="F097"/>
    </w:r>
    <w:r w:rsidR="003D7701">
      <w:t xml:space="preserve"> </w:t>
    </w:r>
    <w:r w:rsidR="00870917">
      <w:t>Raleigh</w:t>
    </w:r>
    <w:r w:rsidR="003D7701">
      <w:t xml:space="preserve">, </w:t>
    </w:r>
    <w:r w:rsidR="00870917">
      <w:t>NC</w:t>
    </w:r>
    <w:r w:rsidR="003D7701">
      <w:t xml:space="preserve"> </w:t>
    </w:r>
    <w:r w:rsidR="00870917">
      <w:t>27614</w:t>
    </w:r>
    <w:r w:rsidR="003D7701">
      <w:sym w:font="Wingdings 2" w:char="F097"/>
    </w:r>
    <w:r w:rsidR="003D7701">
      <w:t xml:space="preserve"> Phone: </w:t>
    </w:r>
    <w:r w:rsidR="00870917">
      <w:t>317-796-</w:t>
    </w:r>
    <w:proofErr w:type="gramStart"/>
    <w:r w:rsidR="00870917">
      <w:t>5797</w:t>
    </w:r>
    <w:r w:rsidR="003D7701">
      <w:t xml:space="preserve">  </w:t>
    </w:r>
    <w:proofErr w:type="gramEnd"/>
    <w:r w:rsidR="003D7701">
      <w:br/>
      <w:t xml:space="preserve">E-Mail: </w:t>
    </w:r>
    <w:r w:rsidR="00870917">
      <w:t>jesidtassava@gmail.com</w:t>
    </w:r>
    <w:r w:rsidR="003D7701">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70917"/>
    <w:rsid w:val="000D10CA"/>
    <w:rsid w:val="002A4120"/>
    <w:rsid w:val="003D7701"/>
    <w:rsid w:val="004B0E7A"/>
    <w:rsid w:val="004C27D6"/>
    <w:rsid w:val="004F77FB"/>
    <w:rsid w:val="00741521"/>
    <w:rsid w:val="00870917"/>
    <w:rsid w:val="00895ED0"/>
    <w:rsid w:val="0097557C"/>
    <w:rsid w:val="00BA395C"/>
    <w:rsid w:val="00DD026C"/>
    <w:rsid w:val="00EE488D"/>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B76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C0504D" w:themeColor="accent2"/>
    </w:rPr>
  </w:style>
  <w:style w:type="character" w:customStyle="1" w:styleId="FooterChar">
    <w:name w:val="Footer Char"/>
    <w:basedOn w:val="DefaultParagraphFont"/>
    <w:link w:val="Footer"/>
    <w:rsid w:val="0097557C"/>
    <w:rPr>
      <w:color w:val="C0504D"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C0504D"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C0504D"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F81BD"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F81BD"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97557C"/>
    <w:rPr>
      <w:b/>
      <w:bCs/>
      <w:i/>
      <w:iCs/>
      <w:color w:val="4F81BD"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C0504D" w:themeColor="accent2"/>
    </w:rPr>
  </w:style>
  <w:style w:type="character" w:customStyle="1" w:styleId="FooterChar">
    <w:name w:val="Footer Char"/>
    <w:basedOn w:val="DefaultParagraphFont"/>
    <w:link w:val="Footer"/>
    <w:rsid w:val="0097557C"/>
    <w:rPr>
      <w:color w:val="C0504D"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C0504D"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C0504D"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F81BD"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F81BD"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97557C"/>
    <w:rPr>
      <w:b/>
      <w:bCs/>
      <w:i/>
      <w:iCs/>
      <w:color w:val="4F81BD"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DCFD027AF7A46B520F010221D8614"/>
        <w:category>
          <w:name w:val="General"/>
          <w:gallery w:val="placeholder"/>
        </w:category>
        <w:types>
          <w:type w:val="bbPlcHdr"/>
        </w:types>
        <w:behaviors>
          <w:behavior w:val="content"/>
        </w:behaviors>
        <w:guid w:val="{B2444472-0FA9-0E48-ADD1-902B1603DF4D}"/>
      </w:docPartPr>
      <w:docPartBody>
        <w:p w:rsidR="00602C82" w:rsidRDefault="00602C82">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602C82" w:rsidRDefault="00602C82">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602C82">
          <w:pPr>
            <w:pStyle w:val="150DCFD027AF7A46B520F010221D8614"/>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Ｐ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50DCFD027AF7A46B520F010221D8614">
    <w:name w:val="150DCFD027AF7A46B520F010221D861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50DCFD027AF7A46B520F010221D8614">
    <w:name w:val="150DCFD027AF7A46B520F010221D86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2</TotalTime>
  <Pages>1</Pages>
  <Words>45</Words>
  <Characters>267</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Jesi Tassava</dc:creator>
  <cp:keywords/>
  <dc:description/>
  <cp:lastModifiedBy>Jesi Tassava</cp:lastModifiedBy>
  <cp:revision>4</cp:revision>
  <dcterms:created xsi:type="dcterms:W3CDTF">2016-05-17T20:14:00Z</dcterms:created>
  <dcterms:modified xsi:type="dcterms:W3CDTF">2016-05-19T01:33:00Z</dcterms:modified>
  <cp:category/>
</cp:coreProperties>
</file>